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5F5F4F60" w:rsidR="00F862D6" w:rsidRPr="003E6B9A" w:rsidRDefault="00396C29" w:rsidP="00F31794">
            <w:pPr>
              <w:ind w:right="169"/>
            </w:pPr>
            <w:r w:rsidRPr="00396C29">
              <w:rPr>
                <w:rFonts w:ascii="Helvetica" w:hAnsi="Helvetica"/>
              </w:rPr>
              <w:t>9527/2024-SŽ-SSV-Ú3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56288C" w:rsidRDefault="00F862D6" w:rsidP="00D31450">
            <w:pPr>
              <w:ind w:right="169"/>
            </w:pPr>
            <w:r w:rsidRPr="0056288C">
              <w:t>Listů/příloh</w:t>
            </w:r>
          </w:p>
        </w:tc>
        <w:tc>
          <w:tcPr>
            <w:tcW w:w="2552" w:type="dxa"/>
          </w:tcPr>
          <w:p w14:paraId="333CD487" w14:textId="345BAEC4" w:rsidR="00F862D6" w:rsidRPr="0056288C" w:rsidRDefault="0056288C" w:rsidP="00D31450">
            <w:pPr>
              <w:ind w:right="169"/>
            </w:pPr>
            <w:r w:rsidRPr="0056288C">
              <w:t>1</w:t>
            </w:r>
            <w:r w:rsidR="003E6B9A" w:rsidRPr="0056288C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tc>
          <w:tcPr>
            <w:tcW w:w="2552" w:type="dxa"/>
          </w:tcPr>
          <w:p w14:paraId="60AF53E1" w14:textId="0C3594D3" w:rsidR="009A7568" w:rsidRPr="003E6B9A" w:rsidRDefault="006645D9" w:rsidP="00D31450">
            <w:pPr>
              <w:ind w:right="169"/>
            </w:pPr>
            <w:r>
              <w:t>5. září 2024</w:t>
            </w:r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  <w:bookmarkStart w:id="0" w:name="_GoBack"/>
            <w:bookmarkEnd w:id="0"/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1287A5F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396C29">
        <w:rPr>
          <w:rFonts w:eastAsia="Times New Roman" w:cs="Times New Roman"/>
          <w:lang w:eastAsia="cs-CZ"/>
        </w:rPr>
        <w:t>21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0617C9F" w14:textId="07BE4504" w:rsidR="0027712A" w:rsidRPr="00D31450" w:rsidRDefault="0027712A" w:rsidP="00396C29">
      <w:pPr>
        <w:spacing w:after="0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 w:rsidR="00396C29">
        <w:rPr>
          <w:rFonts w:eastAsia="Calibri" w:cs="Times New Roman"/>
          <w:b/>
          <w:lang w:eastAsia="cs-CZ"/>
        </w:rPr>
        <w:t>274</w:t>
      </w:r>
      <w:r w:rsidRPr="00D31450">
        <w:rPr>
          <w:rFonts w:eastAsia="Calibri" w:cs="Times New Roman"/>
          <w:b/>
          <w:lang w:eastAsia="cs-CZ"/>
        </w:rPr>
        <w:t>:</w:t>
      </w:r>
    </w:p>
    <w:p w14:paraId="223894B7" w14:textId="77777777" w:rsidR="00396C29" w:rsidRDefault="00396C29" w:rsidP="00396C29">
      <w:pPr>
        <w:spacing w:after="0"/>
        <w:rPr>
          <w:rFonts w:asciiTheme="majorHAnsi" w:hAnsiTheme="majorHAnsi" w:cs="Arial"/>
          <w:i/>
          <w:iCs/>
        </w:rPr>
      </w:pPr>
      <w:r w:rsidRPr="00396C29">
        <w:rPr>
          <w:rFonts w:asciiTheme="majorHAnsi" w:eastAsia="Times New Roman" w:hAnsiTheme="majorHAnsi"/>
        </w:rPr>
        <w:t>Prosím</w:t>
      </w:r>
      <w:r>
        <w:rPr>
          <w:rFonts w:asciiTheme="majorHAnsi" w:eastAsia="Times New Roman" w:hAnsiTheme="majorHAnsi"/>
        </w:rPr>
        <w:t>e</w:t>
      </w:r>
      <w:r w:rsidRPr="00396C29">
        <w:rPr>
          <w:rFonts w:asciiTheme="majorHAnsi" w:eastAsia="Times New Roman" w:hAnsiTheme="majorHAnsi"/>
        </w:rPr>
        <w:t xml:space="preserve"> o vysvětlení položky z B.6.2 </w:t>
      </w:r>
      <w:r w:rsidRPr="00396C29">
        <w:rPr>
          <w:rFonts w:asciiTheme="majorHAnsi" w:hAnsiTheme="majorHAnsi" w:cs="Arial"/>
          <w:i/>
          <w:iCs/>
        </w:rPr>
        <w:t>Odpadové hospodářství</w:t>
      </w:r>
      <w:r>
        <w:rPr>
          <w:rFonts w:asciiTheme="majorHAnsi" w:hAnsiTheme="majorHAnsi" w:cs="Arial"/>
          <w:i/>
          <w:iCs/>
        </w:rPr>
        <w:t>, str. 13:</w:t>
      </w:r>
    </w:p>
    <w:p w14:paraId="5D96FDE1" w14:textId="7DB8980B" w:rsidR="00396C29" w:rsidRPr="00396C29" w:rsidRDefault="00396C29" w:rsidP="00396C29">
      <w:pPr>
        <w:spacing w:after="0"/>
        <w:rPr>
          <w:rFonts w:asciiTheme="majorHAnsi" w:eastAsia="Times New Roman" w:hAnsiTheme="majorHAnsi"/>
        </w:rPr>
      </w:pPr>
      <w:r w:rsidRPr="00396C29">
        <w:rPr>
          <w:rFonts w:asciiTheme="majorHAnsi" w:eastAsia="Times New Roman" w:hAnsiTheme="majorHAnsi"/>
        </w:rPr>
        <w:t xml:space="preserve"> 1. výkopová zemina čistá, kamení 170504 O</w:t>
      </w:r>
    </w:p>
    <w:p w14:paraId="5B62620F" w14:textId="510D4253" w:rsidR="00396C29" w:rsidRDefault="00396C29" w:rsidP="00396C29">
      <w:pPr>
        <w:pStyle w:val="Normlnweb"/>
        <w:spacing w:after="0"/>
        <w:ind w:left="17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8.</w:t>
      </w:r>
      <w:r>
        <w:rPr>
          <w:rFonts w:ascii="Arial" w:hAnsi="Arial" w:cs="Arial"/>
          <w:b/>
          <w:bCs/>
          <w:spacing w:val="30"/>
          <w:sz w:val="21"/>
          <w:szCs w:val="21"/>
          <w:u w:val="single"/>
        </w:rPr>
        <w:t xml:space="preserve"> </w:t>
      </w:r>
      <w:r>
        <w:rPr>
          <w:rFonts w:ascii="Arial" w:hAnsi="Arial" w:cs="Arial"/>
          <w:b/>
          <w:bCs/>
          <w:sz w:val="21"/>
          <w:szCs w:val="21"/>
          <w:u w:val="single"/>
        </w:rPr>
        <w:t xml:space="preserve">Souhrnný přehled produkce </w:t>
      </w:r>
      <w:proofErr w:type="spellStart"/>
      <w:r>
        <w:rPr>
          <w:rFonts w:ascii="Arial" w:hAnsi="Arial" w:cs="Arial"/>
          <w:b/>
          <w:bCs/>
          <w:sz w:val="21"/>
          <w:szCs w:val="21"/>
          <w:u w:val="single"/>
        </w:rPr>
        <w:t>výzisků</w:t>
      </w:r>
      <w:proofErr w:type="spellEnd"/>
      <w:r>
        <w:rPr>
          <w:rFonts w:ascii="Arial" w:hAnsi="Arial" w:cs="Arial"/>
          <w:b/>
          <w:bCs/>
          <w:sz w:val="21"/>
          <w:szCs w:val="21"/>
          <w:u w:val="single"/>
        </w:rPr>
        <w:t xml:space="preserve"> a odpadů</w:t>
      </w:r>
    </w:p>
    <w:p w14:paraId="6858B8FB" w14:textId="77777777" w:rsidR="00396C29" w:rsidRDefault="00396C29" w:rsidP="00396C29">
      <w:pPr>
        <w:pStyle w:val="Normlnweb"/>
        <w:spacing w:after="0"/>
        <w:rPr>
          <w:rFonts w:ascii="Arial" w:hAnsi="Arial" w:cs="Arial"/>
          <w:sz w:val="15"/>
          <w:szCs w:val="15"/>
        </w:rPr>
      </w:pPr>
    </w:p>
    <w:p w14:paraId="2EBD65BA" w14:textId="77777777" w:rsidR="00396C29" w:rsidRDefault="00396C29" w:rsidP="00396C29">
      <w:pPr>
        <w:pStyle w:val="Normlnweb"/>
        <w:spacing w:after="0"/>
        <w:ind w:left="179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bCs/>
          <w:i/>
          <w:iCs/>
          <w:sz w:val="17"/>
          <w:szCs w:val="17"/>
        </w:rPr>
        <w:t xml:space="preserve">Tabulka: Souhrnný přehled odpadů a </w:t>
      </w:r>
      <w:proofErr w:type="spellStart"/>
      <w:r>
        <w:rPr>
          <w:rFonts w:ascii="Arial" w:hAnsi="Arial" w:cs="Arial"/>
          <w:b/>
          <w:bCs/>
          <w:i/>
          <w:iCs/>
          <w:sz w:val="17"/>
          <w:szCs w:val="17"/>
        </w:rPr>
        <w:t>výzisků</w:t>
      </w:r>
      <w:proofErr w:type="spellEnd"/>
    </w:p>
    <w:p w14:paraId="32F463AB" w14:textId="77777777" w:rsidR="00396C29" w:rsidRDefault="00396C29" w:rsidP="00396C29">
      <w:pPr>
        <w:pStyle w:val="Normlnweb"/>
        <w:spacing w:after="0"/>
        <w:rPr>
          <w:rFonts w:ascii="Arial" w:hAnsi="Arial" w:cs="Arial"/>
          <w:sz w:val="15"/>
          <w:szCs w:val="15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"/>
        <w:gridCol w:w="2440"/>
        <w:gridCol w:w="663"/>
        <w:gridCol w:w="421"/>
        <w:gridCol w:w="2098"/>
        <w:gridCol w:w="520"/>
        <w:gridCol w:w="917"/>
      </w:tblGrid>
      <w:tr w:rsidR="00396C29" w14:paraId="666E44F8" w14:textId="77777777" w:rsidTr="00396C29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4A05B74" w14:textId="77777777" w:rsidR="00396C29" w:rsidRDefault="00396C29" w:rsidP="00396C29">
            <w:pPr>
              <w:spacing w:after="0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6E16427" w14:textId="77777777" w:rsidR="00396C29" w:rsidRDefault="00396C29" w:rsidP="00396C29">
            <w:pPr>
              <w:pStyle w:val="Normlnweb"/>
              <w:spacing w:after="0"/>
              <w:ind w:left="6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druh odpadu/</w:t>
            </w:r>
            <w:proofErr w:type="spellStart"/>
            <w:r>
              <w:rPr>
                <w:rFonts w:ascii="Arial" w:hAnsi="Arial" w:cs="Arial"/>
                <w:b/>
                <w:bCs/>
                <w:sz w:val="15"/>
                <w:szCs w:val="15"/>
              </w:rPr>
              <w:t>výzisku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FCC2567" w14:textId="77777777" w:rsidR="00396C29" w:rsidRDefault="00396C29" w:rsidP="00396C29">
            <w:pPr>
              <w:pStyle w:val="Normlnweb"/>
              <w:spacing w:after="0"/>
              <w:ind w:left="29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pacing w:val="-3"/>
                <w:sz w:val="15"/>
                <w:szCs w:val="15"/>
              </w:rPr>
              <w:t>kód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5C3B65D" w14:textId="77777777" w:rsidR="00396C29" w:rsidRDefault="00396C29" w:rsidP="00396C29">
            <w:pPr>
              <w:pStyle w:val="Normlnweb"/>
              <w:spacing w:after="0"/>
              <w:ind w:left="24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pacing w:val="-3"/>
                <w:sz w:val="15"/>
                <w:szCs w:val="15"/>
              </w:rPr>
              <w:t>kat.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037CE60" w14:textId="77777777" w:rsidR="00396C29" w:rsidRDefault="00396C29" w:rsidP="00396C29">
            <w:pPr>
              <w:pStyle w:val="Normlnweb"/>
              <w:spacing w:after="0"/>
              <w:ind w:left="221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způsob nakládání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8E4BC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47F50261" w14:textId="77777777" w:rsidR="00396C29" w:rsidRDefault="00396C29" w:rsidP="00396C29">
            <w:pPr>
              <w:pStyle w:val="Normlnweb"/>
              <w:spacing w:after="0"/>
              <w:ind w:left="29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hAnsi="Arial" w:cs="Arial"/>
                <w:b/>
                <w:bCs/>
                <w:spacing w:val="-2"/>
                <w:sz w:val="15"/>
                <w:szCs w:val="15"/>
              </w:rPr>
              <w:t>jedn</w:t>
            </w:r>
            <w:proofErr w:type="spellEnd"/>
            <w:r>
              <w:rPr>
                <w:rFonts w:ascii="Arial" w:hAnsi="Arial" w:cs="Arial"/>
                <w:b/>
                <w:bCs/>
                <w:spacing w:val="-2"/>
                <w:sz w:val="15"/>
                <w:szCs w:val="15"/>
              </w:rPr>
              <w:t>.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8E4BC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D692459" w14:textId="77777777" w:rsidR="00396C29" w:rsidRDefault="00396C29" w:rsidP="00396C29">
            <w:pPr>
              <w:pStyle w:val="Normlnweb"/>
              <w:spacing w:after="0"/>
              <w:ind w:left="18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pacing w:val="-2"/>
                <w:sz w:val="15"/>
                <w:szCs w:val="15"/>
              </w:rPr>
              <w:t>celkové</w:t>
            </w:r>
          </w:p>
          <w:p w14:paraId="65A42D64" w14:textId="77777777" w:rsidR="00396C29" w:rsidRDefault="00396C29" w:rsidP="00396C29">
            <w:pPr>
              <w:pStyle w:val="Normlnweb"/>
              <w:spacing w:after="0"/>
              <w:ind w:left="132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pacing w:val="-2"/>
                <w:sz w:val="15"/>
                <w:szCs w:val="15"/>
              </w:rPr>
              <w:t>množství</w:t>
            </w:r>
          </w:p>
        </w:tc>
      </w:tr>
      <w:tr w:rsidR="00396C29" w14:paraId="4DB7C00E" w14:textId="77777777" w:rsidTr="00396C29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F58D0A9" w14:textId="77777777" w:rsidR="00396C29" w:rsidRDefault="00396C29" w:rsidP="00E02DF3">
            <w:pPr>
              <w:pStyle w:val="Normlnweb"/>
              <w:spacing w:after="0"/>
              <w:jc w:val="both"/>
              <w:rPr>
                <w:rFonts w:ascii="Arial" w:hAnsi="Arial" w:cs="Arial"/>
                <w:sz w:val="15"/>
                <w:szCs w:val="15"/>
              </w:rPr>
            </w:pPr>
          </w:p>
          <w:p w14:paraId="7D49B2D1" w14:textId="77777777" w:rsidR="00396C29" w:rsidRDefault="00396C29" w:rsidP="00E02DF3">
            <w:pPr>
              <w:pStyle w:val="Normlnweb"/>
              <w:spacing w:after="0"/>
              <w:ind w:left="17"/>
              <w:jc w:val="both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pacing w:val="-8"/>
                <w:sz w:val="15"/>
                <w:szCs w:val="15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4DFEC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0F5DEA73" w14:textId="77777777" w:rsidR="00396C29" w:rsidRDefault="00396C29" w:rsidP="00E02DF3">
            <w:pPr>
              <w:pStyle w:val="Normlnweb"/>
              <w:spacing w:after="0"/>
              <w:jc w:val="both"/>
              <w:rPr>
                <w:rFonts w:ascii="Arial" w:hAnsi="Arial" w:cs="Arial"/>
                <w:sz w:val="15"/>
                <w:szCs w:val="15"/>
              </w:rPr>
            </w:pPr>
          </w:p>
          <w:p w14:paraId="20F7EE42" w14:textId="77777777" w:rsidR="00396C29" w:rsidRDefault="00396C29" w:rsidP="00E02DF3">
            <w:pPr>
              <w:pStyle w:val="Normlnweb"/>
              <w:spacing w:after="0"/>
              <w:ind w:left="63"/>
              <w:jc w:val="both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výkopová zemina čistá, kamení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27C2175" w14:textId="77777777" w:rsidR="00396C29" w:rsidRDefault="00396C29" w:rsidP="00E02DF3">
            <w:pPr>
              <w:pStyle w:val="Normlnweb"/>
              <w:spacing w:after="0"/>
              <w:jc w:val="both"/>
              <w:rPr>
                <w:rFonts w:ascii="Arial" w:hAnsi="Arial" w:cs="Arial"/>
                <w:sz w:val="15"/>
                <w:szCs w:val="15"/>
              </w:rPr>
            </w:pPr>
          </w:p>
          <w:p w14:paraId="4F1C6A48" w14:textId="77777777" w:rsidR="00396C29" w:rsidRDefault="00396C29" w:rsidP="00E02DF3">
            <w:pPr>
              <w:pStyle w:val="Normlnweb"/>
              <w:spacing w:after="0"/>
              <w:ind w:left="24"/>
              <w:jc w:val="both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pacing w:val="-2"/>
                <w:sz w:val="15"/>
                <w:szCs w:val="15"/>
              </w:rPr>
              <w:t>170504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02631C3" w14:textId="77777777" w:rsidR="00396C29" w:rsidRDefault="00396C29" w:rsidP="00E02DF3">
            <w:pPr>
              <w:pStyle w:val="Normlnweb"/>
              <w:spacing w:after="0"/>
              <w:jc w:val="both"/>
              <w:rPr>
                <w:rFonts w:ascii="Arial" w:hAnsi="Arial" w:cs="Arial"/>
                <w:sz w:val="15"/>
                <w:szCs w:val="15"/>
              </w:rPr>
            </w:pPr>
          </w:p>
          <w:p w14:paraId="244FC502" w14:textId="77777777" w:rsidR="00396C29" w:rsidRDefault="00396C29" w:rsidP="00E02DF3">
            <w:pPr>
              <w:pStyle w:val="Normlnweb"/>
              <w:spacing w:after="0"/>
              <w:ind w:left="24"/>
              <w:jc w:val="both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pacing w:val="-8"/>
                <w:sz w:val="15"/>
                <w:szCs w:val="15"/>
              </w:rPr>
              <w:t>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34595ED" w14:textId="77777777" w:rsidR="00396C29" w:rsidRDefault="00396C29" w:rsidP="00E02DF3">
            <w:pPr>
              <w:pStyle w:val="Normlnweb"/>
              <w:spacing w:after="0"/>
              <w:ind w:left="78"/>
              <w:jc w:val="both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rekultivace</w:t>
            </w:r>
            <w:r>
              <w:rPr>
                <w:rFonts w:ascii="Arial" w:hAnsi="Arial" w:cs="Arial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 xml:space="preserve">mimo </w:t>
            </w:r>
            <w:r>
              <w:rPr>
                <w:rFonts w:ascii="Arial" w:hAnsi="Arial" w:cs="Arial"/>
                <w:spacing w:val="-2"/>
                <w:sz w:val="15"/>
                <w:szCs w:val="15"/>
              </w:rPr>
              <w:t>stavbu,</w:t>
            </w:r>
          </w:p>
          <w:p w14:paraId="3F95616A" w14:textId="77777777" w:rsidR="00396C29" w:rsidRDefault="00396C29" w:rsidP="00E02DF3">
            <w:pPr>
              <w:pStyle w:val="Normlnweb"/>
              <w:spacing w:after="0"/>
              <w:ind w:left="72"/>
              <w:jc w:val="both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případně</w:t>
            </w:r>
            <w:r>
              <w:rPr>
                <w:rFonts w:ascii="Arial" w:hAnsi="Arial" w:cs="Arial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skládka</w:t>
            </w:r>
            <w:r>
              <w:rPr>
                <w:rFonts w:ascii="Arial" w:hAnsi="Arial" w:cs="Arial"/>
                <w:spacing w:val="-11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 xml:space="preserve">SOO, </w:t>
            </w:r>
            <w:r>
              <w:rPr>
                <w:rFonts w:ascii="Arial" w:hAnsi="Arial" w:cs="Arial"/>
                <w:spacing w:val="-3"/>
                <w:sz w:val="15"/>
                <w:szCs w:val="15"/>
              </w:rPr>
              <w:t>S-IO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0C701D0" w14:textId="77777777" w:rsidR="00396C29" w:rsidRDefault="00396C29" w:rsidP="00E02DF3">
            <w:pPr>
              <w:pStyle w:val="Normlnweb"/>
              <w:spacing w:after="0"/>
              <w:jc w:val="both"/>
              <w:rPr>
                <w:rFonts w:ascii="Arial" w:hAnsi="Arial" w:cs="Arial"/>
                <w:sz w:val="15"/>
                <w:szCs w:val="15"/>
              </w:rPr>
            </w:pPr>
          </w:p>
          <w:p w14:paraId="4D9D6E64" w14:textId="77777777" w:rsidR="00396C29" w:rsidRDefault="00396C29" w:rsidP="00E02DF3">
            <w:pPr>
              <w:pStyle w:val="Normlnweb"/>
              <w:spacing w:after="0"/>
              <w:ind w:left="29"/>
              <w:jc w:val="both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pacing w:val="-8"/>
                <w:sz w:val="15"/>
                <w:szCs w:val="15"/>
              </w:rPr>
              <w:t>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BD4B4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2BA0C666" w14:textId="77777777" w:rsidR="00396C29" w:rsidRDefault="00396C29" w:rsidP="00E02DF3">
            <w:pPr>
              <w:pStyle w:val="Normlnweb"/>
              <w:spacing w:after="0"/>
              <w:jc w:val="both"/>
              <w:rPr>
                <w:rFonts w:ascii="Arial" w:hAnsi="Arial" w:cs="Arial"/>
                <w:sz w:val="15"/>
                <w:szCs w:val="15"/>
              </w:rPr>
            </w:pPr>
          </w:p>
          <w:p w14:paraId="51E80940" w14:textId="77777777" w:rsidR="00396C29" w:rsidRDefault="00396C29" w:rsidP="00E02DF3">
            <w:pPr>
              <w:pStyle w:val="Normlnweb"/>
              <w:spacing w:after="0"/>
              <w:ind w:left="191"/>
              <w:jc w:val="both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665 800</w:t>
            </w:r>
          </w:p>
        </w:tc>
      </w:tr>
    </w:tbl>
    <w:p w14:paraId="65831C8D" w14:textId="4606D8A8" w:rsidR="00396C29" w:rsidRDefault="00396C29" w:rsidP="00E02DF3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>Jak bude s objemem nakládáno, bude nutné drtit, třídit, na jaké frakce, uložení, místo uložení, případné zpětné využití na stavbě.</w:t>
      </w:r>
    </w:p>
    <w:p w14:paraId="71EB2EDA" w14:textId="677D1E78" w:rsidR="00396C29" w:rsidRDefault="00396C29" w:rsidP="00E02DF3">
      <w:pPr>
        <w:spacing w:after="0"/>
        <w:jc w:val="both"/>
        <w:rPr>
          <w:rFonts w:eastAsia="Times New Roman"/>
        </w:rPr>
      </w:pPr>
      <w:r>
        <w:rPr>
          <w:rFonts w:eastAsia="Times New Roman"/>
        </w:rPr>
        <w:t>Jde o to, jak necenit tuto položku? Bude nutné celý objem uložit na skládku?</w:t>
      </w:r>
    </w:p>
    <w:p w14:paraId="1E4C61D2" w14:textId="77777777" w:rsidR="00A02302" w:rsidRPr="00A02302" w:rsidRDefault="00A02302" w:rsidP="00E02DF3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04CA7D23" w14:textId="414C119C" w:rsidR="0027712A" w:rsidRPr="00A02302" w:rsidRDefault="0027712A" w:rsidP="00E02DF3">
      <w:pPr>
        <w:spacing w:after="0"/>
        <w:jc w:val="both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3880A088" w14:textId="082F804F" w:rsidR="00BF2B8C" w:rsidRPr="0056288C" w:rsidRDefault="00014E63" w:rsidP="00E02DF3">
      <w:pPr>
        <w:spacing w:after="0"/>
        <w:jc w:val="both"/>
        <w:rPr>
          <w:rFonts w:eastAsia="Times New Roman" w:cs="Times New Roman"/>
          <w:lang w:eastAsia="cs-CZ"/>
        </w:rPr>
      </w:pPr>
      <w:r w:rsidRPr="0056288C">
        <w:rPr>
          <w:rFonts w:eastAsia="Times New Roman" w:cs="Times New Roman"/>
          <w:lang w:eastAsia="cs-CZ"/>
        </w:rPr>
        <w:t>S výkopovými zeminami a kamením se bude nakládat dle platné legislativy a to tak, že uchazeč primárně nabídne přebytečný výkop</w:t>
      </w:r>
      <w:r w:rsidR="00BF2B8C" w:rsidRPr="0056288C">
        <w:rPr>
          <w:rFonts w:eastAsia="Times New Roman" w:cs="Times New Roman"/>
          <w:lang w:eastAsia="cs-CZ"/>
        </w:rPr>
        <w:t xml:space="preserve"> jiným firmám zabývajícími se jejím dalším využitím, dále může být využita k rekultivaci skládky a v poslední variantě bude uložena na skládku jako odpad. </w:t>
      </w:r>
    </w:p>
    <w:p w14:paraId="672F47DB" w14:textId="6192172F" w:rsidR="0027712A" w:rsidRPr="0056288C" w:rsidRDefault="00014E63" w:rsidP="00E02DF3">
      <w:pPr>
        <w:spacing w:after="0"/>
        <w:jc w:val="both"/>
        <w:rPr>
          <w:rFonts w:eastAsia="Times New Roman" w:cs="Times New Roman"/>
          <w:lang w:eastAsia="cs-CZ"/>
        </w:rPr>
      </w:pPr>
      <w:r w:rsidRPr="0056288C">
        <w:rPr>
          <w:rFonts w:eastAsia="Times New Roman" w:cs="Times New Roman"/>
          <w:lang w:eastAsia="cs-CZ"/>
        </w:rPr>
        <w:t xml:space="preserve">Drcení či třídění kameniva </w:t>
      </w:r>
      <w:r w:rsidR="00A20999" w:rsidRPr="0056288C">
        <w:rPr>
          <w:rFonts w:eastAsia="Times New Roman" w:cs="Times New Roman"/>
          <w:lang w:eastAsia="cs-CZ"/>
        </w:rPr>
        <w:t xml:space="preserve">nad rámec položky </w:t>
      </w:r>
      <w:r w:rsidRPr="0056288C">
        <w:rPr>
          <w:rFonts w:eastAsia="Times New Roman" w:cs="Times New Roman"/>
          <w:lang w:eastAsia="cs-CZ"/>
        </w:rPr>
        <w:t>není nutné</w:t>
      </w:r>
      <w:r w:rsidR="00BF2B8C" w:rsidRPr="0056288C">
        <w:rPr>
          <w:rFonts w:eastAsia="Times New Roman" w:cs="Times New Roman"/>
          <w:lang w:eastAsia="cs-CZ"/>
        </w:rPr>
        <w:t>.</w:t>
      </w:r>
    </w:p>
    <w:p w14:paraId="7F8D44A0" w14:textId="1BE499D7" w:rsidR="0027712A" w:rsidRPr="003B26A4" w:rsidRDefault="0027712A" w:rsidP="00396C29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57DC6F96" w14:textId="77777777" w:rsidR="0056288C" w:rsidRDefault="0056288C" w:rsidP="0056288C">
      <w:pPr>
        <w:spacing w:after="0" w:line="240" w:lineRule="auto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4244A457" w14:textId="77777777" w:rsidR="0056288C" w:rsidRPr="00C87717" w:rsidRDefault="0056288C" w:rsidP="0056288C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5E6185AE" w14:textId="77777777" w:rsidR="0056288C" w:rsidRDefault="0056288C" w:rsidP="005628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E524983" w14:textId="77777777" w:rsidR="0056288C" w:rsidRPr="00BD5319" w:rsidRDefault="0056288C" w:rsidP="0056288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279588E1" w14:textId="77777777" w:rsidR="0056288C" w:rsidRPr="00BD5319" w:rsidRDefault="0056288C" w:rsidP="0056288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A4603C" w14:textId="77777777" w:rsidR="0056288C" w:rsidRDefault="0056288C" w:rsidP="0056288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B0E9C5" w14:textId="387D1BE8" w:rsidR="0056288C" w:rsidRPr="002B72AB" w:rsidRDefault="0056288C" w:rsidP="0056288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B72AB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5. 9</w:t>
      </w:r>
      <w:r w:rsidRPr="002B72AB">
        <w:rPr>
          <w:rFonts w:eastAsia="Calibri" w:cs="Times New Roman"/>
          <w:lang w:eastAsia="cs-CZ"/>
        </w:rPr>
        <w:t>. 2024</w:t>
      </w:r>
    </w:p>
    <w:p w14:paraId="5404EFB9" w14:textId="77777777" w:rsidR="0056288C" w:rsidRPr="002B72AB" w:rsidRDefault="0056288C" w:rsidP="0056288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6D7F25" w14:textId="77777777" w:rsidR="0056288C" w:rsidRPr="002B72AB" w:rsidRDefault="0056288C" w:rsidP="0056288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2919AB" w14:textId="77777777" w:rsidR="0056288C" w:rsidRPr="002B72AB" w:rsidRDefault="0056288C" w:rsidP="0056288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8CA8DC4" w14:textId="77777777" w:rsidR="0056288C" w:rsidRPr="002B72AB" w:rsidRDefault="0056288C" w:rsidP="0056288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DAD471C" w14:textId="77777777" w:rsidR="0056288C" w:rsidRPr="002B72AB" w:rsidRDefault="0056288C" w:rsidP="0056288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2B72AB">
        <w:rPr>
          <w:rFonts w:eastAsia="Times New Roman" w:cs="Times New Roman"/>
          <w:b/>
          <w:bCs/>
          <w:lang w:eastAsia="cs-CZ"/>
        </w:rPr>
        <w:t>Ing. Miroslav Bocák</w:t>
      </w:r>
      <w:r w:rsidRPr="002B72AB">
        <w:rPr>
          <w:rFonts w:eastAsia="Times New Roman" w:cs="Times New Roman"/>
          <w:b/>
          <w:lang w:eastAsia="cs-CZ"/>
        </w:rPr>
        <w:t xml:space="preserve"> </w:t>
      </w:r>
    </w:p>
    <w:p w14:paraId="6B8DCBC5" w14:textId="77777777" w:rsidR="0056288C" w:rsidRPr="002B72AB" w:rsidRDefault="0056288C" w:rsidP="0056288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B72AB">
        <w:rPr>
          <w:rFonts w:eastAsia="Times New Roman" w:cs="Times New Roman"/>
          <w:lang w:eastAsia="cs-CZ"/>
        </w:rPr>
        <w:t>ředitel organizační jednotky</w:t>
      </w:r>
      <w:r w:rsidRPr="002B72AB">
        <w:rPr>
          <w:rFonts w:eastAsia="Times New Roman" w:cs="Times New Roman"/>
          <w:lang w:eastAsia="cs-CZ"/>
        </w:rPr>
        <w:tab/>
      </w:r>
    </w:p>
    <w:p w14:paraId="39CF3329" w14:textId="77777777" w:rsidR="0056288C" w:rsidRPr="002B72AB" w:rsidRDefault="0056288C" w:rsidP="0056288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2B72AB">
        <w:rPr>
          <w:rFonts w:eastAsia="Times New Roman" w:cs="Times New Roman"/>
          <w:lang w:eastAsia="cs-CZ"/>
        </w:rPr>
        <w:t>Stavební správa východ</w:t>
      </w:r>
    </w:p>
    <w:p w14:paraId="2CAEC83F" w14:textId="670CBD2E" w:rsidR="0056288C" w:rsidRPr="00BD5319" w:rsidRDefault="0056288C" w:rsidP="0056288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2B72AB">
        <w:rPr>
          <w:rFonts w:eastAsia="Times New Roman" w:cs="Times New Roman"/>
          <w:lang w:eastAsia="cs-CZ"/>
        </w:rPr>
        <w:t>Správa železnic, státní organizace</w:t>
      </w:r>
    </w:p>
    <w:sectPr w:rsidR="0056288C" w:rsidRPr="00BD5319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14D37" w14:textId="77777777" w:rsidR="00292AAC" w:rsidRDefault="00292AAC" w:rsidP="00962258">
      <w:pPr>
        <w:spacing w:after="0" w:line="240" w:lineRule="auto"/>
      </w:pPr>
      <w:r>
        <w:separator/>
      </w:r>
    </w:p>
  </w:endnote>
  <w:endnote w:type="continuationSeparator" w:id="0">
    <w:p w14:paraId="6647000A" w14:textId="77777777" w:rsidR="00292AAC" w:rsidRDefault="00292A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4E6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4E6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4E6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4E6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66026" w14:textId="77777777" w:rsidR="00292AAC" w:rsidRDefault="00292AAC" w:rsidP="00962258">
      <w:pPr>
        <w:spacing w:after="0" w:line="240" w:lineRule="auto"/>
      </w:pPr>
      <w:r>
        <w:separator/>
      </w:r>
    </w:p>
  </w:footnote>
  <w:footnote w:type="continuationSeparator" w:id="0">
    <w:p w14:paraId="0EFCCB01" w14:textId="77777777" w:rsidR="00292AAC" w:rsidRDefault="00292A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4E63"/>
    <w:rsid w:val="00033432"/>
    <w:rsid w:val="000335CC"/>
    <w:rsid w:val="00060C6D"/>
    <w:rsid w:val="00072C1E"/>
    <w:rsid w:val="000B3A82"/>
    <w:rsid w:val="000B6C7E"/>
    <w:rsid w:val="000B7907"/>
    <w:rsid w:val="000C0429"/>
    <w:rsid w:val="000C45E8"/>
    <w:rsid w:val="000E04AD"/>
    <w:rsid w:val="00114472"/>
    <w:rsid w:val="00126E93"/>
    <w:rsid w:val="00170EC5"/>
    <w:rsid w:val="001747C1"/>
    <w:rsid w:val="001762FE"/>
    <w:rsid w:val="0018596A"/>
    <w:rsid w:val="001B69C2"/>
    <w:rsid w:val="001C4DA0"/>
    <w:rsid w:val="00207DF5"/>
    <w:rsid w:val="00267369"/>
    <w:rsid w:val="0026785D"/>
    <w:rsid w:val="002761CC"/>
    <w:rsid w:val="0027712A"/>
    <w:rsid w:val="00292AAC"/>
    <w:rsid w:val="00296D39"/>
    <w:rsid w:val="002A59FE"/>
    <w:rsid w:val="002C31BF"/>
    <w:rsid w:val="002E0CD7"/>
    <w:rsid w:val="002F026B"/>
    <w:rsid w:val="00335122"/>
    <w:rsid w:val="00357BC6"/>
    <w:rsid w:val="0037111D"/>
    <w:rsid w:val="003756B9"/>
    <w:rsid w:val="003956C6"/>
    <w:rsid w:val="00396C29"/>
    <w:rsid w:val="003B26A4"/>
    <w:rsid w:val="003B35C8"/>
    <w:rsid w:val="003E05B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43B3"/>
    <w:rsid w:val="00511AB9"/>
    <w:rsid w:val="00523EA7"/>
    <w:rsid w:val="00542527"/>
    <w:rsid w:val="00551D1F"/>
    <w:rsid w:val="00553375"/>
    <w:rsid w:val="0056288C"/>
    <w:rsid w:val="005644EF"/>
    <w:rsid w:val="005658A6"/>
    <w:rsid w:val="005720E7"/>
    <w:rsid w:val="005722BB"/>
    <w:rsid w:val="005736B7"/>
    <w:rsid w:val="00575E5A"/>
    <w:rsid w:val="00576DC3"/>
    <w:rsid w:val="00584E2A"/>
    <w:rsid w:val="00596C7E"/>
    <w:rsid w:val="005A5F24"/>
    <w:rsid w:val="005A64E9"/>
    <w:rsid w:val="005B5EE9"/>
    <w:rsid w:val="005E6916"/>
    <w:rsid w:val="006104F6"/>
    <w:rsid w:val="0061068E"/>
    <w:rsid w:val="00660AD3"/>
    <w:rsid w:val="00664163"/>
    <w:rsid w:val="006645D9"/>
    <w:rsid w:val="006A5570"/>
    <w:rsid w:val="006A689C"/>
    <w:rsid w:val="006B3D79"/>
    <w:rsid w:val="006B64D1"/>
    <w:rsid w:val="006E0578"/>
    <w:rsid w:val="006E314D"/>
    <w:rsid w:val="006E7F06"/>
    <w:rsid w:val="00710723"/>
    <w:rsid w:val="00712ED1"/>
    <w:rsid w:val="007178AA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4F87"/>
    <w:rsid w:val="007E4A6E"/>
    <w:rsid w:val="007F56A7"/>
    <w:rsid w:val="007F626E"/>
    <w:rsid w:val="00807DD0"/>
    <w:rsid w:val="00813F11"/>
    <w:rsid w:val="00853681"/>
    <w:rsid w:val="008841FB"/>
    <w:rsid w:val="0088472C"/>
    <w:rsid w:val="00891334"/>
    <w:rsid w:val="008A3568"/>
    <w:rsid w:val="008D03B9"/>
    <w:rsid w:val="008F18D6"/>
    <w:rsid w:val="00904780"/>
    <w:rsid w:val="009113A8"/>
    <w:rsid w:val="009172D5"/>
    <w:rsid w:val="00922385"/>
    <w:rsid w:val="009223DF"/>
    <w:rsid w:val="00936091"/>
    <w:rsid w:val="00940D8A"/>
    <w:rsid w:val="00953B2A"/>
    <w:rsid w:val="00962258"/>
    <w:rsid w:val="009678B7"/>
    <w:rsid w:val="009809EA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2302"/>
    <w:rsid w:val="00A0337D"/>
    <w:rsid w:val="00A20999"/>
    <w:rsid w:val="00A44328"/>
    <w:rsid w:val="00A6177B"/>
    <w:rsid w:val="00A66136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2B8C"/>
    <w:rsid w:val="00BF374D"/>
    <w:rsid w:val="00BF6D48"/>
    <w:rsid w:val="00C02D0A"/>
    <w:rsid w:val="00C03A6E"/>
    <w:rsid w:val="00C219A3"/>
    <w:rsid w:val="00C30759"/>
    <w:rsid w:val="00C44F6A"/>
    <w:rsid w:val="00C55DDD"/>
    <w:rsid w:val="00C727E5"/>
    <w:rsid w:val="00C8207D"/>
    <w:rsid w:val="00CB7B5A"/>
    <w:rsid w:val="00CC1E2B"/>
    <w:rsid w:val="00CD1FC4"/>
    <w:rsid w:val="00CE060C"/>
    <w:rsid w:val="00CE0943"/>
    <w:rsid w:val="00CE371D"/>
    <w:rsid w:val="00D02A4D"/>
    <w:rsid w:val="00D21061"/>
    <w:rsid w:val="00D31450"/>
    <w:rsid w:val="00D316A7"/>
    <w:rsid w:val="00D31D4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2DF3"/>
    <w:rsid w:val="00E10710"/>
    <w:rsid w:val="00E422A4"/>
    <w:rsid w:val="00E76BBF"/>
    <w:rsid w:val="00E824F1"/>
    <w:rsid w:val="00EB104F"/>
    <w:rsid w:val="00ED14BD"/>
    <w:rsid w:val="00F01440"/>
    <w:rsid w:val="00F12DEC"/>
    <w:rsid w:val="00F1715C"/>
    <w:rsid w:val="00F27DEF"/>
    <w:rsid w:val="00F310F8"/>
    <w:rsid w:val="00F31794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28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28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657A9E3-AF92-4E3F-B3A2-B90FA396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206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27</cp:revision>
  <cp:lastPrinted>2019-02-22T13:28:00Z</cp:lastPrinted>
  <dcterms:created xsi:type="dcterms:W3CDTF">2024-03-21T11:51:00Z</dcterms:created>
  <dcterms:modified xsi:type="dcterms:W3CDTF">2024-09-04T13:29:00Z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